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0FA" w:rsidRDefault="00D800FA" w:rsidP="00D800FA">
      <w:r>
        <w:t>8th October 2014</w:t>
      </w:r>
    </w:p>
    <w:p w:rsidR="00D800FA" w:rsidRDefault="00D800FA" w:rsidP="00D800FA"/>
    <w:p w:rsidR="00D800FA" w:rsidRDefault="00D800FA" w:rsidP="00D800FA"/>
    <w:p w:rsidR="00D800FA" w:rsidRDefault="00D800FA" w:rsidP="00D800FA">
      <w:r>
        <w:t xml:space="preserve">To all </w:t>
      </w:r>
      <w:proofErr w:type="spellStart"/>
      <w:r>
        <w:t>Fingal</w:t>
      </w:r>
      <w:proofErr w:type="spellEnd"/>
      <w:r>
        <w:t xml:space="preserve"> Community Groups,</w:t>
      </w:r>
    </w:p>
    <w:p w:rsidR="00D800FA" w:rsidRDefault="00D800FA" w:rsidP="00D800FA"/>
    <w:p w:rsidR="00D800FA" w:rsidRDefault="00D800FA" w:rsidP="00D800FA">
      <w:proofErr w:type="spellStart"/>
      <w:r>
        <w:t>Fingal</w:t>
      </w:r>
      <w:proofErr w:type="spellEnd"/>
      <w:r>
        <w:t xml:space="preserve"> County Council Community Development Office is writing to invite your </w:t>
      </w:r>
      <w:proofErr w:type="spellStart"/>
      <w:r>
        <w:t>organisation</w:t>
      </w:r>
      <w:proofErr w:type="spellEnd"/>
      <w:r>
        <w:t xml:space="preserve"> to register on the official </w:t>
      </w:r>
      <w:proofErr w:type="spellStart"/>
      <w:r>
        <w:t>Fingal</w:t>
      </w:r>
      <w:proofErr w:type="spellEnd"/>
      <w:r>
        <w:t xml:space="preserve"> Community County Register. Registered groups will automatically become a member of the </w:t>
      </w:r>
      <w:proofErr w:type="spellStart"/>
      <w:r>
        <w:t>Fingal</w:t>
      </w:r>
      <w:proofErr w:type="spellEnd"/>
      <w:r>
        <w:t xml:space="preserve"> Community Network. Registration is Free.</w:t>
      </w:r>
    </w:p>
    <w:p w:rsidR="00D800FA" w:rsidRDefault="00D800FA" w:rsidP="00D800FA"/>
    <w:p w:rsidR="00D800FA" w:rsidRDefault="00D800FA" w:rsidP="00D800FA">
      <w:r>
        <w:t xml:space="preserve">The </w:t>
      </w:r>
      <w:proofErr w:type="spellStart"/>
      <w:r>
        <w:t>Fingal</w:t>
      </w:r>
      <w:proofErr w:type="spellEnd"/>
      <w:r>
        <w:t xml:space="preserve"> Community Network (FCN) is </w:t>
      </w:r>
      <w:proofErr w:type="spellStart"/>
      <w:r>
        <w:t>Fingal’s</w:t>
      </w:r>
      <w:proofErr w:type="spellEnd"/>
      <w:r>
        <w:t xml:space="preserve"> Public Participation Network and is the new way for </w:t>
      </w:r>
      <w:proofErr w:type="spellStart"/>
      <w:r>
        <w:t>Fingal</w:t>
      </w:r>
      <w:proofErr w:type="spellEnd"/>
      <w:r>
        <w:t xml:space="preserve"> County Council to connect with the community, voluntary and environmental sectors within </w:t>
      </w:r>
      <w:proofErr w:type="spellStart"/>
      <w:r>
        <w:t>Fingal</w:t>
      </w:r>
      <w:proofErr w:type="spellEnd"/>
      <w:r>
        <w:t xml:space="preserve">. The Network is fully supported by </w:t>
      </w:r>
      <w:proofErr w:type="spellStart"/>
      <w:r>
        <w:t>Fingal</w:t>
      </w:r>
      <w:proofErr w:type="spellEnd"/>
      <w:r>
        <w:t xml:space="preserve"> County Council. </w:t>
      </w:r>
    </w:p>
    <w:p w:rsidR="00D800FA" w:rsidRDefault="00D800FA" w:rsidP="00D800FA"/>
    <w:p w:rsidR="00D800FA" w:rsidRDefault="00D800FA" w:rsidP="00D800FA">
      <w:r>
        <w:t xml:space="preserve">Successful registration ensures your </w:t>
      </w:r>
      <w:proofErr w:type="spellStart"/>
      <w:r>
        <w:t>organisation</w:t>
      </w:r>
      <w:proofErr w:type="spellEnd"/>
      <w:r>
        <w:t xml:space="preserve"> has a vote in electing representatives to </w:t>
      </w:r>
      <w:proofErr w:type="spellStart"/>
      <w:r>
        <w:t>Fingal</w:t>
      </w:r>
      <w:proofErr w:type="spellEnd"/>
      <w:r>
        <w:t xml:space="preserve"> County Council’s decision making bodies, namely </w:t>
      </w:r>
      <w:r>
        <w:tab/>
      </w:r>
    </w:p>
    <w:p w:rsidR="00D800FA" w:rsidRDefault="00D800FA" w:rsidP="00D800FA">
      <w:r>
        <w:t>-</w:t>
      </w:r>
      <w:r>
        <w:tab/>
      </w:r>
      <w:proofErr w:type="spellStart"/>
      <w:r>
        <w:t>Fingal</w:t>
      </w:r>
      <w:proofErr w:type="spellEnd"/>
      <w:r>
        <w:t xml:space="preserve"> County Council Strategic Policy Committees for Economic Development &amp; Enterprise, Housing, Planning &amp; Strategic Infrastructure, Transportation, Water &amp; Environment Services, Arts Culture Heritage and Community</w:t>
      </w:r>
    </w:p>
    <w:p w:rsidR="00D800FA" w:rsidRDefault="00D800FA" w:rsidP="00D800FA">
      <w:r>
        <w:t>-</w:t>
      </w:r>
      <w:r>
        <w:tab/>
        <w:t xml:space="preserve">Local Community Development Committee* </w:t>
      </w:r>
    </w:p>
    <w:p w:rsidR="00D800FA" w:rsidRDefault="00D800FA" w:rsidP="00D800FA">
      <w:r>
        <w:t>-</w:t>
      </w:r>
      <w:r>
        <w:tab/>
        <w:t>Joint Policing Committees.</w:t>
      </w:r>
    </w:p>
    <w:p w:rsidR="00D800FA" w:rsidRDefault="00D800FA" w:rsidP="00D800FA">
      <w:r>
        <w:t>Other benefits include access to support &amp; training, networking with your peers, access to information, representing views of your community and criteria for funding.</w:t>
      </w:r>
    </w:p>
    <w:p w:rsidR="00D800FA" w:rsidRDefault="00D800FA" w:rsidP="00D800FA"/>
    <w:p w:rsidR="00D800FA" w:rsidRDefault="00D800FA" w:rsidP="00D800FA">
      <w:r>
        <w:t xml:space="preserve">*The Local Government Reform Act (2014) delegate’s significant responsibility to the recently established </w:t>
      </w:r>
      <w:proofErr w:type="spellStart"/>
      <w:r>
        <w:t>Fingal</w:t>
      </w:r>
      <w:proofErr w:type="spellEnd"/>
      <w:r>
        <w:t xml:space="preserve"> LCDC including primary responsibility for </w:t>
      </w:r>
      <w:proofErr w:type="spellStart"/>
      <w:r>
        <w:t>co-ordinating</w:t>
      </w:r>
      <w:proofErr w:type="spellEnd"/>
      <w:r>
        <w:t>, planning and overseeing local and community development funding, whether spent by local authorities or on behalf of the state by other local development bodies.  Links to the LCDCs guiding principles, purpose and functions along with its current membership are available on the web, search ‘</w:t>
      </w:r>
      <w:proofErr w:type="spellStart"/>
      <w:r>
        <w:t>Fingal</w:t>
      </w:r>
      <w:proofErr w:type="spellEnd"/>
      <w:r>
        <w:t xml:space="preserve"> LCDC’.</w:t>
      </w:r>
    </w:p>
    <w:p w:rsidR="00D800FA" w:rsidRDefault="00D800FA" w:rsidP="00D800FA"/>
    <w:p w:rsidR="00D800FA" w:rsidRDefault="00D800FA" w:rsidP="00D800FA">
      <w:r>
        <w:t>How to register (closing date 7th November)</w:t>
      </w:r>
    </w:p>
    <w:p w:rsidR="00D800FA" w:rsidRDefault="00D800FA" w:rsidP="00D800FA">
      <w:r>
        <w:t xml:space="preserve">To register and get involved, your </w:t>
      </w:r>
      <w:proofErr w:type="spellStart"/>
      <w:r>
        <w:t>organisation</w:t>
      </w:r>
      <w:proofErr w:type="spellEnd"/>
      <w:r>
        <w:t xml:space="preserve"> must be a Community and Voluntary group in </w:t>
      </w:r>
      <w:proofErr w:type="spellStart"/>
      <w:r>
        <w:t>Fingal</w:t>
      </w:r>
      <w:proofErr w:type="spellEnd"/>
      <w:r>
        <w:t xml:space="preserve">. Your group can become a member by completing the enclosed Registration Form and returning in the FREEPOST envelop provided.  Once registered, </w:t>
      </w:r>
      <w:proofErr w:type="spellStart"/>
      <w:r>
        <w:t>organisations</w:t>
      </w:r>
      <w:proofErr w:type="spellEnd"/>
      <w:r>
        <w:t xml:space="preserve"> will automatically become members of the </w:t>
      </w:r>
      <w:proofErr w:type="spellStart"/>
      <w:r>
        <w:t>Fingal</w:t>
      </w:r>
      <w:proofErr w:type="spellEnd"/>
      <w:r>
        <w:t xml:space="preserve"> Community Network and will receive an invitation to the first FCN Plenary meeting on the 29th November.  The Plenary meeting will gather all registered members of the Network and facilitate elections to Linkage Groups and the Secretariat.</w:t>
      </w:r>
    </w:p>
    <w:p w:rsidR="00D800FA" w:rsidRDefault="00D800FA" w:rsidP="00D800FA"/>
    <w:p w:rsidR="00D800FA" w:rsidRDefault="00D800FA" w:rsidP="00D800FA"/>
    <w:p w:rsidR="00D800FA" w:rsidRDefault="00D800FA" w:rsidP="00D800FA"/>
    <w:p w:rsidR="00D800FA" w:rsidRDefault="00D800FA" w:rsidP="00D800FA"/>
    <w:p w:rsidR="00D800FA" w:rsidRDefault="00D800FA" w:rsidP="00D800FA">
      <w:r>
        <w:t>Voting &amp; Elections</w:t>
      </w:r>
    </w:p>
    <w:p w:rsidR="00D800FA" w:rsidRDefault="00D800FA" w:rsidP="00D800FA">
      <w:r>
        <w:t xml:space="preserve">Two important elections will take place on 29th November to 1. </w:t>
      </w:r>
      <w:proofErr w:type="gramStart"/>
      <w:r>
        <w:t>elect</w:t>
      </w:r>
      <w:proofErr w:type="gramEnd"/>
      <w:r>
        <w:t xml:space="preserve"> community representatives to the decision making committees of </w:t>
      </w:r>
      <w:proofErr w:type="spellStart"/>
      <w:r>
        <w:t>Fingal</w:t>
      </w:r>
      <w:proofErr w:type="spellEnd"/>
      <w:r>
        <w:t xml:space="preserve"> County Council 2. </w:t>
      </w:r>
      <w:proofErr w:type="gramStart"/>
      <w:r>
        <w:t>elect</w:t>
      </w:r>
      <w:proofErr w:type="gramEnd"/>
      <w:r>
        <w:t xml:space="preserve"> people from the community to represent the community voice on  FCN Secretariat.</w:t>
      </w:r>
    </w:p>
    <w:p w:rsidR="00D800FA" w:rsidRDefault="00D800FA" w:rsidP="00D800FA"/>
    <w:p w:rsidR="00D800FA" w:rsidRDefault="00D800FA" w:rsidP="00D800FA">
      <w:r>
        <w:t>(</w:t>
      </w:r>
      <w:proofErr w:type="spellStart"/>
      <w:r>
        <w:t>i</w:t>
      </w:r>
      <w:proofErr w:type="spellEnd"/>
      <w:r>
        <w:t>)</w:t>
      </w:r>
      <w:r>
        <w:tab/>
        <w:t>Decision Making Bodies (see above for list)</w:t>
      </w:r>
    </w:p>
    <w:p w:rsidR="00D800FA" w:rsidRDefault="00D800FA" w:rsidP="00D800FA">
      <w:r>
        <w:t xml:space="preserve">In order to vote or seek nominations to the </w:t>
      </w:r>
      <w:proofErr w:type="spellStart"/>
      <w:r>
        <w:t>Fingal</w:t>
      </w:r>
      <w:proofErr w:type="spellEnd"/>
      <w:r>
        <w:t xml:space="preserve"> County Council decision making bodies, your </w:t>
      </w:r>
      <w:proofErr w:type="spellStart"/>
      <w:r>
        <w:t>organisation</w:t>
      </w:r>
      <w:proofErr w:type="spellEnd"/>
      <w:r>
        <w:t xml:space="preserve"> must be registered by 7th November 2014 and become part of a linkage group. A linkage group is a mechanism within the </w:t>
      </w:r>
      <w:proofErr w:type="spellStart"/>
      <w:r>
        <w:t>Fingal</w:t>
      </w:r>
      <w:proofErr w:type="spellEnd"/>
      <w:r>
        <w:t xml:space="preserve"> Community Network where common interest groups will have the responsibility for electing the representative to a relevant decision making body and give direction and support to that representative. </w:t>
      </w:r>
    </w:p>
    <w:p w:rsidR="00D800FA" w:rsidRDefault="00D800FA" w:rsidP="00D800FA">
      <w:r>
        <w:rPr>
          <w:rFonts w:hint="eastAsia"/>
        </w:rPr>
        <w:t xml:space="preserve">Your </w:t>
      </w:r>
      <w:proofErr w:type="spellStart"/>
      <w:r>
        <w:rPr>
          <w:rFonts w:hint="eastAsia"/>
        </w:rPr>
        <w:t>organisation</w:t>
      </w:r>
      <w:proofErr w:type="spellEnd"/>
      <w:r>
        <w:rPr>
          <w:rFonts w:hint="eastAsia"/>
        </w:rPr>
        <w:t xml:space="preserve"> can become a member of a linkage group by completing Section 3 of the enclosed Registration Form, specifically; ticking </w:t>
      </w:r>
      <w:r>
        <w:rPr>
          <w:rFonts w:hint="eastAsia"/>
        </w:rPr>
        <w:t>√</w:t>
      </w:r>
      <w:r>
        <w:rPr>
          <w:rFonts w:hint="eastAsia"/>
        </w:rPr>
        <w:t xml:space="preserve">the box of which Linkage Group your </w:t>
      </w:r>
      <w:proofErr w:type="spellStart"/>
      <w:r>
        <w:rPr>
          <w:rFonts w:hint="eastAsia"/>
        </w:rPr>
        <w:t>organisation</w:t>
      </w:r>
      <w:proofErr w:type="spellEnd"/>
      <w:r>
        <w:rPr>
          <w:rFonts w:hint="eastAsia"/>
        </w:rPr>
        <w:t xml:space="preserve"> would like to be involved with. We encourage all groups to select a </w:t>
      </w:r>
      <w:r>
        <w:t>minimum of one group; the groups are as follows:</w:t>
      </w:r>
    </w:p>
    <w:p w:rsidR="00D800FA" w:rsidRDefault="00D800FA" w:rsidP="00D800FA">
      <w:r>
        <w:t>Transport</w:t>
      </w:r>
      <w:r>
        <w:tab/>
        <w:t>Planning &amp; Strategic Infrastructure</w:t>
      </w:r>
    </w:p>
    <w:p w:rsidR="00D800FA" w:rsidRDefault="00D800FA" w:rsidP="00D800FA">
      <w:r>
        <w:t>Housing</w:t>
      </w:r>
      <w:r>
        <w:tab/>
        <w:t>Environment &amp; Water</w:t>
      </w:r>
    </w:p>
    <w:p w:rsidR="00D800FA" w:rsidRDefault="00D800FA" w:rsidP="00D800FA">
      <w:r>
        <w:t>Arts Culture &amp; Heritage</w:t>
      </w:r>
      <w:r>
        <w:tab/>
        <w:t>Economic &amp; Enterprise Development</w:t>
      </w:r>
    </w:p>
    <w:p w:rsidR="00D800FA" w:rsidRDefault="00D800FA" w:rsidP="00D800FA">
      <w:r>
        <w:t>Community Safety</w:t>
      </w:r>
      <w:r>
        <w:tab/>
      </w:r>
      <w:proofErr w:type="spellStart"/>
      <w:r>
        <w:t>Fingal</w:t>
      </w:r>
      <w:proofErr w:type="spellEnd"/>
      <w:r>
        <w:t xml:space="preserve"> Local Community Development Committee - Community &amp; Voluntary / Social Inclusion / Environment </w:t>
      </w:r>
    </w:p>
    <w:p w:rsidR="00D800FA" w:rsidRDefault="00D800FA" w:rsidP="00D800FA"/>
    <w:p w:rsidR="00D800FA" w:rsidRDefault="00D800FA" w:rsidP="00D800FA">
      <w:r>
        <w:t>(ii)</w:t>
      </w:r>
      <w:r>
        <w:tab/>
        <w:t>Secretariat</w:t>
      </w:r>
    </w:p>
    <w:p w:rsidR="00D800FA" w:rsidRDefault="00D800FA" w:rsidP="00D800FA">
      <w:r>
        <w:t>The Secretariat election will take place on 29th November. The Secretariat will comprise of 9 FCN members and is tasked with the responsibility for ensuring the proper functioning of the Linkage Groups and the Network. The Secretariat will not be the vehicle for FCN members to be elected onto the decision making body. This will happen at Linkage Group level.</w:t>
      </w:r>
    </w:p>
    <w:p w:rsidR="00D800FA" w:rsidRDefault="00D800FA" w:rsidP="00D800FA"/>
    <w:p w:rsidR="00D800FA" w:rsidRDefault="00D800FA" w:rsidP="00D800FA">
      <w:r>
        <w:t>Nominations to the decision making bodies and the Secretariat will be sought in November with elections to take place at the County Plenary meeting on 29th November.</w:t>
      </w:r>
    </w:p>
    <w:p w:rsidR="00D800FA" w:rsidRDefault="00D800FA" w:rsidP="00D800FA">
      <w:r>
        <w:t xml:space="preserve">Your </w:t>
      </w:r>
      <w:proofErr w:type="spellStart"/>
      <w:r>
        <w:t>organisation</w:t>
      </w:r>
      <w:proofErr w:type="spellEnd"/>
      <w:r>
        <w:t xml:space="preserve"> must be registered to vote in these two very significant and important elections.</w:t>
      </w:r>
    </w:p>
    <w:p w:rsidR="00D800FA" w:rsidRDefault="00D800FA" w:rsidP="00D800FA"/>
    <w:p w:rsidR="00D800FA" w:rsidRDefault="00D800FA" w:rsidP="00D800FA">
      <w:r>
        <w:t xml:space="preserve">For more information on the </w:t>
      </w:r>
      <w:proofErr w:type="spellStart"/>
      <w:r>
        <w:t>Fingal</w:t>
      </w:r>
      <w:proofErr w:type="spellEnd"/>
      <w:r>
        <w:t xml:space="preserve"> Community Network, we have enclosed a FAQ Information Sheet or please contact </w:t>
      </w:r>
      <w:proofErr w:type="spellStart"/>
      <w:r>
        <w:t>Fingal</w:t>
      </w:r>
      <w:proofErr w:type="spellEnd"/>
      <w:r>
        <w:t xml:space="preserve"> County Council at 01 8905105 or email PPN@fingal.ie. Alternatively, 4 Public Information Workshops will be held throughout the county to provide information on the Network and to provide the opportunity to register, dates </w:t>
      </w:r>
      <w:proofErr w:type="gramStart"/>
      <w:r>
        <w:t>are</w:t>
      </w:r>
      <w:proofErr w:type="gramEnd"/>
      <w:r>
        <w:t xml:space="preserve"> as follows (7.00pm to 9.30pm)</w:t>
      </w:r>
    </w:p>
    <w:p w:rsidR="00D800FA" w:rsidRDefault="00D800FA" w:rsidP="00D800FA"/>
    <w:p w:rsidR="00D800FA" w:rsidRDefault="00D800FA" w:rsidP="00D800FA">
      <w:r>
        <w:t xml:space="preserve">-      Monday 20th October: Dublin 15 Workshop, Crown Plaza </w:t>
      </w:r>
      <w:proofErr w:type="spellStart"/>
      <w:r>
        <w:t>Blanchardstown</w:t>
      </w:r>
      <w:proofErr w:type="spellEnd"/>
    </w:p>
    <w:p w:rsidR="00D800FA" w:rsidRDefault="00D800FA" w:rsidP="00D800FA">
      <w:r>
        <w:t xml:space="preserve">-      Wednesday 22nd October: East </w:t>
      </w:r>
      <w:proofErr w:type="spellStart"/>
      <w:r>
        <w:t>Fingal</w:t>
      </w:r>
      <w:proofErr w:type="spellEnd"/>
      <w:r>
        <w:t xml:space="preserve"> Workshop, Marine Hotel Sutton</w:t>
      </w:r>
    </w:p>
    <w:p w:rsidR="00D800FA" w:rsidRDefault="00D800FA" w:rsidP="00D800FA">
      <w:r>
        <w:t xml:space="preserve">-      Tuesday 28th October: Swords/ Mid </w:t>
      </w:r>
      <w:proofErr w:type="spellStart"/>
      <w:r>
        <w:t>Fingal</w:t>
      </w:r>
      <w:proofErr w:type="spellEnd"/>
      <w:r>
        <w:t xml:space="preserve"> Workshop, Carnegie Court Hotel, Swords</w:t>
      </w:r>
    </w:p>
    <w:p w:rsidR="00D800FA" w:rsidRDefault="00D800FA" w:rsidP="00D800FA">
      <w:r>
        <w:t xml:space="preserve">-      Wednesday 29th October: North </w:t>
      </w:r>
      <w:proofErr w:type="spellStart"/>
      <w:r>
        <w:t>Fingal</w:t>
      </w:r>
      <w:proofErr w:type="spellEnd"/>
      <w:r>
        <w:t xml:space="preserve"> Workshop, Bracken Court Hotel, Balbriggan.</w:t>
      </w:r>
    </w:p>
    <w:p w:rsidR="00D800FA" w:rsidRDefault="00D800FA" w:rsidP="00D800FA"/>
    <w:p w:rsidR="00D800FA" w:rsidRDefault="00D800FA" w:rsidP="00D800FA"/>
    <w:p w:rsidR="00D800FA" w:rsidRDefault="00D800FA" w:rsidP="00D800FA">
      <w:r>
        <w:t>The County Plenary will take place 29th November in the Carnegie Court Hotel.</w:t>
      </w:r>
    </w:p>
    <w:p w:rsidR="00D800FA" w:rsidRDefault="00D800FA" w:rsidP="00D800FA">
      <w:r>
        <w:t xml:space="preserve">All </w:t>
      </w:r>
      <w:proofErr w:type="spellStart"/>
      <w:r>
        <w:t>organisations</w:t>
      </w:r>
      <w:proofErr w:type="spellEnd"/>
      <w:r>
        <w:t xml:space="preserve"> are encouraged to attend.</w:t>
      </w:r>
    </w:p>
    <w:p w:rsidR="00D800FA" w:rsidRDefault="00D800FA" w:rsidP="00D800FA"/>
    <w:p w:rsidR="00D800FA" w:rsidRDefault="00D800FA" w:rsidP="00D800FA"/>
    <w:p w:rsidR="00D800FA" w:rsidRDefault="00D800FA" w:rsidP="00D800FA">
      <w:r>
        <w:t>Kind regards</w:t>
      </w:r>
    </w:p>
    <w:p w:rsidR="00D800FA" w:rsidRDefault="00D800FA" w:rsidP="00D800FA"/>
    <w:p w:rsidR="00D800FA" w:rsidRDefault="00D800FA" w:rsidP="00D800FA"/>
    <w:p w:rsidR="00D800FA" w:rsidRDefault="00D800FA" w:rsidP="00D800FA">
      <w:r>
        <w:t>-----------------------------------------</w:t>
      </w:r>
      <w:r>
        <w:tab/>
      </w:r>
      <w:r>
        <w:tab/>
      </w:r>
      <w:r>
        <w:tab/>
      </w:r>
      <w:r>
        <w:tab/>
      </w:r>
    </w:p>
    <w:p w:rsidR="00D800FA" w:rsidRDefault="00D800FA" w:rsidP="00D800FA">
      <w:r>
        <w:t>Pat Queenan</w:t>
      </w:r>
    </w:p>
    <w:p w:rsidR="00D800FA" w:rsidRDefault="00D800FA" w:rsidP="00D800FA">
      <w:r>
        <w:t>Principal Community Officer</w:t>
      </w:r>
    </w:p>
    <w:p w:rsidR="00D800FA" w:rsidRDefault="00D800FA" w:rsidP="00D800FA">
      <w:r>
        <w:t>Community Development Office</w:t>
      </w:r>
    </w:p>
    <w:p w:rsidR="00D800FA" w:rsidRDefault="00D800FA" w:rsidP="00D800FA">
      <w:proofErr w:type="spellStart"/>
      <w:r>
        <w:t>Fingal</w:t>
      </w:r>
      <w:proofErr w:type="spellEnd"/>
      <w:r>
        <w:t xml:space="preserve"> County Council</w:t>
      </w:r>
      <w:bookmarkStart w:id="0" w:name="_GoBack"/>
      <w:bookmarkEnd w:id="0"/>
    </w:p>
    <w:sectPr w:rsidR="00D800FA" w:rsidSect="00BC3BF9">
      <w:headerReference w:type="even" r:id="rId8"/>
      <w:headerReference w:type="default" r:id="rId9"/>
      <w:footerReference w:type="even" r:id="rId10"/>
      <w:footerReference w:type="default" r:id="rId11"/>
      <w:headerReference w:type="first" r:id="rId12"/>
      <w:footerReference w:type="first" r:id="rId13"/>
      <w:pgSz w:w="11900" w:h="16840"/>
      <w:pgMar w:top="1588" w:right="1474" w:bottom="1588" w:left="1361"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0FA" w:rsidRDefault="00D800FA" w:rsidP="00CD4EC6">
      <w:pPr>
        <w:spacing w:line="240" w:lineRule="auto"/>
      </w:pPr>
      <w:r>
        <w:separator/>
      </w:r>
    </w:p>
  </w:endnote>
  <w:endnote w:type="continuationSeparator" w:id="0">
    <w:p w:rsidR="00D800FA" w:rsidRDefault="00D800FA" w:rsidP="00CD4E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0" w:rsidRDefault="000537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424250" w:rsidRDefault="00424250" w:rsidP="00424250">
    <w:pPr>
      <w:pStyle w:val="Footer"/>
    </w:pPr>
    <w:r w:rsidRPr="00424250">
      <w:fldChar w:fldCharType="begin"/>
    </w:r>
    <w:r w:rsidRPr="00424250">
      <w:instrText xml:space="preserve"> PAGE </w:instrText>
    </w:r>
    <w:r w:rsidRPr="00424250">
      <w:fldChar w:fldCharType="separate"/>
    </w:r>
    <w:r w:rsidR="00D800FA">
      <w:rPr>
        <w:noProof/>
      </w:rPr>
      <w:t>2</w:t>
    </w:r>
    <w:r w:rsidRPr="00424250">
      <w:fldChar w:fldCharType="end"/>
    </w:r>
    <w:r w:rsidRPr="00424250">
      <w:t xml:space="preserve"> of </w:t>
    </w:r>
    <w:r w:rsidR="00773B88">
      <w:fldChar w:fldCharType="begin"/>
    </w:r>
    <w:r w:rsidR="00773B88">
      <w:instrText xml:space="preserve"> NUMPAGES </w:instrText>
    </w:r>
    <w:r w:rsidR="00773B88">
      <w:fldChar w:fldCharType="separate"/>
    </w:r>
    <w:r w:rsidR="00D800FA">
      <w:rPr>
        <w:noProof/>
      </w:rPr>
      <w:t>3</w:t>
    </w:r>
    <w:r w:rsidR="00773B88">
      <w:rPr>
        <w:noProof/>
      </w:rPr>
      <w:fldChar w:fldCharType="end"/>
    </w:r>
    <w:r w:rsidRPr="004434CA">
      <w:rPr>
        <w:bCs/>
      </w:rPr>
      <w:t> </w:t>
    </w:r>
    <w:r w:rsidRPr="004434CA">
      <w:rPr>
        <w:b/>
        <w:bCs/>
      </w:rPr>
      <w:t>fingal.ie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Default="00053710" w:rsidP="001A7164">
    <w:pPr>
      <w:pStyle w:val="Footer"/>
      <w:rPr>
        <w:rFonts w:ascii="Open Sans" w:hAnsi="Open Sans" w:cs="Open Sans"/>
        <w:color w:val="666666"/>
        <w:szCs w:val="20"/>
        <w:shd w:val="clear" w:color="auto" w:fill="C9D7F1"/>
      </w:rPr>
    </w:pPr>
    <w:r>
      <w:rPr>
        <w:noProof/>
        <w:lang w:val="en-IE" w:eastAsia="en-IE"/>
      </w:rPr>
      <w:drawing>
        <wp:anchor distT="0" distB="0" distL="114300" distR="114300" simplePos="0" relativeHeight="251657216" behindDoc="1" locked="0" layoutInCell="1" allowOverlap="1">
          <wp:simplePos x="0" y="0"/>
          <wp:positionH relativeFrom="page">
            <wp:posOffset>6661150</wp:posOffset>
          </wp:positionH>
          <wp:positionV relativeFrom="page">
            <wp:posOffset>9901555</wp:posOffset>
          </wp:positionV>
          <wp:extent cx="297180" cy="381000"/>
          <wp:effectExtent l="0" t="0" r="7620" b="0"/>
          <wp:wrapNone/>
          <wp:docPr id="1" name="Picture 2" descr="Description: recy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381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053710">
      <w:rPr>
        <w:rStyle w:val="Strong"/>
        <w:rFonts w:ascii="Open Sans" w:hAnsi="Open Sans" w:cs="Open Sans"/>
        <w:b w:val="0"/>
        <w:bCs w:val="0"/>
        <w:color w:val="666666"/>
        <w:szCs w:val="26"/>
        <w:shd w:val="clear" w:color="auto" w:fill="C9D7F1"/>
      </w:rPr>
      <w:t>Oifigí</w:t>
    </w:r>
    <w:proofErr w:type="spellEnd"/>
    <w:r w:rsidRPr="00053710">
      <w:rPr>
        <w:rStyle w:val="Strong"/>
        <w:rFonts w:ascii="Open Sans" w:hAnsi="Open Sans" w:cs="Open Sans"/>
        <w:b w:val="0"/>
        <w:bCs w:val="0"/>
        <w:color w:val="666666"/>
        <w:szCs w:val="26"/>
        <w:shd w:val="clear" w:color="auto" w:fill="C9D7F1"/>
      </w:rPr>
      <w:t xml:space="preserve"> </w:t>
    </w:r>
    <w:proofErr w:type="spellStart"/>
    <w:r w:rsidRPr="00053710">
      <w:rPr>
        <w:rStyle w:val="Strong"/>
        <w:rFonts w:ascii="Open Sans" w:hAnsi="Open Sans" w:cs="Open Sans"/>
        <w:b w:val="0"/>
        <w:bCs w:val="0"/>
        <w:color w:val="666666"/>
        <w:szCs w:val="26"/>
        <w:shd w:val="clear" w:color="auto" w:fill="C9D7F1"/>
      </w:rPr>
      <w:t>Cathartha</w:t>
    </w:r>
    <w:proofErr w:type="spellEnd"/>
    <w:r w:rsidRPr="00053710">
      <w:rPr>
        <w:rStyle w:val="Strong"/>
        <w:rFonts w:ascii="Open Sans" w:hAnsi="Open Sans" w:cs="Open Sans"/>
        <w:b w:val="0"/>
        <w:bCs w:val="0"/>
        <w:color w:val="666666"/>
        <w:szCs w:val="26"/>
        <w:shd w:val="clear" w:color="auto" w:fill="C9D7F1"/>
      </w:rPr>
      <w:t xml:space="preserve"> </w:t>
    </w:r>
    <w:proofErr w:type="spellStart"/>
    <w:r w:rsidRPr="00053710">
      <w:rPr>
        <w:rStyle w:val="Strong"/>
        <w:rFonts w:ascii="Open Sans" w:hAnsi="Open Sans" w:cs="Open Sans"/>
        <w:b w:val="0"/>
        <w:bCs w:val="0"/>
        <w:color w:val="666666"/>
        <w:szCs w:val="26"/>
        <w:shd w:val="clear" w:color="auto" w:fill="C9D7F1"/>
      </w:rPr>
      <w:t>Chomhairle</w:t>
    </w:r>
    <w:proofErr w:type="spellEnd"/>
    <w:r w:rsidRPr="00053710">
      <w:rPr>
        <w:rStyle w:val="Strong"/>
        <w:rFonts w:ascii="Open Sans" w:hAnsi="Open Sans" w:cs="Open Sans"/>
        <w:b w:val="0"/>
        <w:bCs w:val="0"/>
        <w:color w:val="666666"/>
        <w:szCs w:val="26"/>
        <w:shd w:val="clear" w:color="auto" w:fill="C9D7F1"/>
      </w:rPr>
      <w:t xml:space="preserve"> </w:t>
    </w:r>
    <w:proofErr w:type="spellStart"/>
    <w:r w:rsidRPr="00053710">
      <w:rPr>
        <w:rStyle w:val="Strong"/>
        <w:rFonts w:ascii="Open Sans" w:hAnsi="Open Sans" w:cs="Open Sans"/>
        <w:b w:val="0"/>
        <w:bCs w:val="0"/>
        <w:color w:val="666666"/>
        <w:szCs w:val="26"/>
        <w:shd w:val="clear" w:color="auto" w:fill="C9D7F1"/>
      </w:rPr>
      <w:t>Contae</w:t>
    </w:r>
    <w:proofErr w:type="spellEnd"/>
    <w:r w:rsidRPr="00053710">
      <w:rPr>
        <w:rStyle w:val="Strong"/>
        <w:rFonts w:ascii="Open Sans" w:hAnsi="Open Sans" w:cs="Open Sans"/>
        <w:b w:val="0"/>
        <w:bCs w:val="0"/>
        <w:color w:val="666666"/>
        <w:szCs w:val="26"/>
        <w:shd w:val="clear" w:color="auto" w:fill="C9D7F1"/>
      </w:rPr>
      <w:t xml:space="preserve"> </w:t>
    </w:r>
    <w:proofErr w:type="spellStart"/>
    <w:r w:rsidRPr="00053710">
      <w:rPr>
        <w:rStyle w:val="Strong"/>
        <w:rFonts w:ascii="Open Sans" w:hAnsi="Open Sans" w:cs="Open Sans"/>
        <w:b w:val="0"/>
        <w:bCs w:val="0"/>
        <w:color w:val="666666"/>
        <w:szCs w:val="26"/>
        <w:shd w:val="clear" w:color="auto" w:fill="C9D7F1"/>
      </w:rPr>
      <w:t>Fhine</w:t>
    </w:r>
    <w:proofErr w:type="spellEnd"/>
    <w:r w:rsidRPr="00053710">
      <w:rPr>
        <w:rStyle w:val="Strong"/>
        <w:rFonts w:ascii="Open Sans" w:hAnsi="Open Sans" w:cs="Open Sans"/>
        <w:b w:val="0"/>
        <w:bCs w:val="0"/>
        <w:color w:val="666666"/>
        <w:szCs w:val="26"/>
        <w:shd w:val="clear" w:color="auto" w:fill="C9D7F1"/>
      </w:rPr>
      <w:t xml:space="preserve"> Gall</w:t>
    </w:r>
    <w:r>
      <w:rPr>
        <w:rStyle w:val="Strong"/>
        <w:rFonts w:ascii="Open Sans" w:hAnsi="Open Sans" w:cs="Open Sans"/>
        <w:b w:val="0"/>
        <w:bCs w:val="0"/>
        <w:color w:val="666666"/>
        <w:szCs w:val="26"/>
        <w:shd w:val="clear" w:color="auto" w:fill="C9D7F1"/>
      </w:rPr>
      <w:t xml:space="preserve">, </w:t>
    </w:r>
    <w:proofErr w:type="spellStart"/>
    <w:r w:rsidRPr="00053710">
      <w:rPr>
        <w:rFonts w:ascii="Open Sans" w:hAnsi="Open Sans" w:cs="Open Sans"/>
        <w:color w:val="666666"/>
        <w:szCs w:val="20"/>
        <w:shd w:val="clear" w:color="auto" w:fill="C9D7F1"/>
      </w:rPr>
      <w:t>Bóthar</w:t>
    </w:r>
    <w:proofErr w:type="spellEnd"/>
    <w:r w:rsidRPr="00053710">
      <w:rPr>
        <w:rFonts w:ascii="Open Sans" w:hAnsi="Open Sans" w:cs="Open Sans"/>
        <w:color w:val="666666"/>
        <w:szCs w:val="20"/>
        <w:shd w:val="clear" w:color="auto" w:fill="C9D7F1"/>
      </w:rPr>
      <w:t xml:space="preserve"> an </w:t>
    </w:r>
    <w:proofErr w:type="spellStart"/>
    <w:r w:rsidRPr="00053710">
      <w:rPr>
        <w:rFonts w:ascii="Open Sans" w:hAnsi="Open Sans" w:cs="Open Sans"/>
        <w:color w:val="666666"/>
        <w:szCs w:val="20"/>
        <w:shd w:val="clear" w:color="auto" w:fill="C9D7F1"/>
      </w:rPr>
      <w:t>Gharráin</w:t>
    </w:r>
    <w:proofErr w:type="spellEnd"/>
    <w:proofErr w:type="gramStart"/>
    <w:r w:rsidRPr="00053710">
      <w:rPr>
        <w:rFonts w:ascii="Open Sans" w:hAnsi="Open Sans" w:cs="Open Sans"/>
        <w:color w:val="666666"/>
        <w:szCs w:val="20"/>
        <w:shd w:val="clear" w:color="auto" w:fill="C9D7F1"/>
      </w:rPr>
      <w:t>,</w:t>
    </w:r>
    <w:r>
      <w:rPr>
        <w:rFonts w:ascii="Open Sans" w:hAnsi="Open Sans" w:cs="Open Sans"/>
        <w:color w:val="666666"/>
        <w:szCs w:val="20"/>
        <w:shd w:val="clear" w:color="auto" w:fill="C9D7F1"/>
      </w:rPr>
      <w:t>,</w:t>
    </w:r>
    <w:proofErr w:type="gramEnd"/>
    <w:r w:rsidRPr="00053710">
      <w:rPr>
        <w:rStyle w:val="apple-converted-space"/>
        <w:rFonts w:ascii="Open Sans" w:hAnsi="Open Sans" w:cs="Open Sans"/>
        <w:color w:val="666666"/>
        <w:szCs w:val="20"/>
        <w:shd w:val="clear" w:color="auto" w:fill="C9D7F1"/>
      </w:rPr>
      <w:t> </w:t>
    </w:r>
    <w:proofErr w:type="spellStart"/>
    <w:r w:rsidRPr="00053710">
      <w:rPr>
        <w:rFonts w:ascii="Open Sans" w:hAnsi="Open Sans" w:cs="Open Sans"/>
        <w:color w:val="666666"/>
        <w:szCs w:val="20"/>
        <w:shd w:val="clear" w:color="auto" w:fill="C9D7F1"/>
      </w:rPr>
      <w:t>Baile</w:t>
    </w:r>
    <w:proofErr w:type="spellEnd"/>
    <w:r w:rsidRPr="00053710">
      <w:rPr>
        <w:rFonts w:ascii="Open Sans" w:hAnsi="Open Sans" w:cs="Open Sans"/>
        <w:color w:val="666666"/>
        <w:szCs w:val="20"/>
        <w:shd w:val="clear" w:color="auto" w:fill="C9D7F1"/>
      </w:rPr>
      <w:t xml:space="preserve"> </w:t>
    </w:r>
    <w:proofErr w:type="spellStart"/>
    <w:r w:rsidRPr="00053710">
      <w:rPr>
        <w:rFonts w:ascii="Open Sans" w:hAnsi="Open Sans" w:cs="Open Sans"/>
        <w:color w:val="666666"/>
        <w:szCs w:val="20"/>
        <w:shd w:val="clear" w:color="auto" w:fill="C9D7F1"/>
      </w:rPr>
      <w:t>Bhlainséir</w:t>
    </w:r>
    <w:proofErr w:type="spellEnd"/>
    <w:r w:rsidRPr="00053710">
      <w:rPr>
        <w:rFonts w:ascii="Open Sans" w:hAnsi="Open Sans" w:cs="Open Sans"/>
        <w:color w:val="666666"/>
        <w:szCs w:val="20"/>
        <w:shd w:val="clear" w:color="auto" w:fill="C9D7F1"/>
      </w:rPr>
      <w:t>,</w:t>
    </w:r>
    <w:r w:rsidRPr="00053710">
      <w:rPr>
        <w:rStyle w:val="apple-converted-space"/>
        <w:rFonts w:ascii="Open Sans" w:hAnsi="Open Sans" w:cs="Open Sans"/>
        <w:color w:val="666666"/>
        <w:szCs w:val="20"/>
        <w:shd w:val="clear" w:color="auto" w:fill="C9D7F1"/>
      </w:rPr>
      <w:t> </w:t>
    </w:r>
    <w:r w:rsidRPr="00053710">
      <w:rPr>
        <w:rFonts w:ascii="Open Sans" w:hAnsi="Open Sans" w:cs="Open Sans"/>
        <w:color w:val="666666"/>
        <w:szCs w:val="20"/>
      </w:rPr>
      <w:br/>
    </w:r>
    <w:proofErr w:type="spellStart"/>
    <w:r w:rsidRPr="00053710">
      <w:rPr>
        <w:rFonts w:ascii="Open Sans" w:hAnsi="Open Sans" w:cs="Open Sans"/>
        <w:color w:val="666666"/>
        <w:szCs w:val="20"/>
        <w:shd w:val="clear" w:color="auto" w:fill="C9D7F1"/>
      </w:rPr>
      <w:t>Baile</w:t>
    </w:r>
    <w:proofErr w:type="spellEnd"/>
    <w:r w:rsidRPr="00053710">
      <w:rPr>
        <w:rFonts w:ascii="Open Sans" w:hAnsi="Open Sans" w:cs="Open Sans"/>
        <w:color w:val="666666"/>
        <w:szCs w:val="20"/>
        <w:shd w:val="clear" w:color="auto" w:fill="C9D7F1"/>
      </w:rPr>
      <w:t xml:space="preserve"> </w:t>
    </w:r>
    <w:proofErr w:type="spellStart"/>
    <w:r w:rsidRPr="00053710">
      <w:rPr>
        <w:rFonts w:ascii="Open Sans" w:hAnsi="Open Sans" w:cs="Open Sans"/>
        <w:color w:val="666666"/>
        <w:szCs w:val="20"/>
        <w:shd w:val="clear" w:color="auto" w:fill="C9D7F1"/>
      </w:rPr>
      <w:t>Átha</w:t>
    </w:r>
    <w:proofErr w:type="spellEnd"/>
    <w:r w:rsidRPr="00053710">
      <w:rPr>
        <w:rFonts w:ascii="Open Sans" w:hAnsi="Open Sans" w:cs="Open Sans"/>
        <w:color w:val="666666"/>
        <w:szCs w:val="20"/>
        <w:shd w:val="clear" w:color="auto" w:fill="C9D7F1"/>
      </w:rPr>
      <w:t xml:space="preserve"> </w:t>
    </w:r>
    <w:proofErr w:type="spellStart"/>
    <w:r w:rsidRPr="00053710">
      <w:rPr>
        <w:rFonts w:ascii="Open Sans" w:hAnsi="Open Sans" w:cs="Open Sans"/>
        <w:color w:val="666666"/>
        <w:szCs w:val="20"/>
        <w:shd w:val="clear" w:color="auto" w:fill="C9D7F1"/>
      </w:rPr>
      <w:t>Cliath</w:t>
    </w:r>
    <w:proofErr w:type="spellEnd"/>
    <w:r w:rsidRPr="00053710">
      <w:rPr>
        <w:rFonts w:ascii="Open Sans" w:hAnsi="Open Sans" w:cs="Open Sans"/>
        <w:color w:val="666666"/>
        <w:szCs w:val="20"/>
        <w:shd w:val="clear" w:color="auto" w:fill="C9D7F1"/>
      </w:rPr>
      <w:t xml:space="preserve"> 1</w:t>
    </w:r>
    <w:r>
      <w:rPr>
        <w:rFonts w:ascii="Open Sans" w:hAnsi="Open Sans" w:cs="Open Sans"/>
        <w:color w:val="666666"/>
        <w:szCs w:val="20"/>
        <w:shd w:val="clear" w:color="auto" w:fill="C9D7F1"/>
      </w:rPr>
      <w:t>5</w:t>
    </w:r>
  </w:p>
  <w:p w:rsidR="002A67F1" w:rsidRPr="00053710" w:rsidRDefault="002A67F1" w:rsidP="001A7164">
    <w:pPr>
      <w:pStyle w:val="Footer"/>
      <w:rPr>
        <w:rFonts w:ascii="Open Sans" w:hAnsi="Open Sans" w:cs="Open Sans"/>
        <w:color w:val="666666"/>
        <w:szCs w:val="26"/>
        <w:shd w:val="clear" w:color="auto" w:fill="C9D7F1"/>
      </w:rPr>
    </w:pPr>
    <w:r>
      <w:rPr>
        <w:rFonts w:ascii="Open Sans" w:hAnsi="Open Sans" w:cs="Open Sans"/>
        <w:color w:val="666666"/>
        <w:szCs w:val="20"/>
        <w:shd w:val="clear" w:color="auto" w:fill="C9D7F1"/>
      </w:rPr>
      <w:t xml:space="preserve">Civic Offices, </w:t>
    </w:r>
    <w:proofErr w:type="spellStart"/>
    <w:r>
      <w:rPr>
        <w:rFonts w:ascii="Open Sans" w:hAnsi="Open Sans" w:cs="Open Sans"/>
        <w:color w:val="666666"/>
        <w:szCs w:val="20"/>
        <w:shd w:val="clear" w:color="auto" w:fill="C9D7F1"/>
      </w:rPr>
      <w:t>Fingal</w:t>
    </w:r>
    <w:proofErr w:type="spellEnd"/>
    <w:r>
      <w:rPr>
        <w:rFonts w:ascii="Open Sans" w:hAnsi="Open Sans" w:cs="Open Sans"/>
        <w:color w:val="666666"/>
        <w:szCs w:val="20"/>
        <w:shd w:val="clear" w:color="auto" w:fill="C9D7F1"/>
      </w:rPr>
      <w:t xml:space="preserve"> County Council, Grove Road, </w:t>
    </w:r>
    <w:proofErr w:type="spellStart"/>
    <w:r>
      <w:rPr>
        <w:rFonts w:ascii="Open Sans" w:hAnsi="Open Sans" w:cs="Open Sans"/>
        <w:color w:val="666666"/>
        <w:szCs w:val="20"/>
        <w:shd w:val="clear" w:color="auto" w:fill="C9D7F1"/>
      </w:rPr>
      <w:t>Blanchardstown</w:t>
    </w:r>
    <w:proofErr w:type="spellEnd"/>
    <w:r>
      <w:rPr>
        <w:rFonts w:ascii="Open Sans" w:hAnsi="Open Sans" w:cs="Open Sans"/>
        <w:color w:val="666666"/>
        <w:szCs w:val="20"/>
        <w:shd w:val="clear" w:color="auto" w:fill="C9D7F1"/>
      </w:rPr>
      <w:t>, Dublin 15</w:t>
    </w:r>
  </w:p>
  <w:p w:rsidR="00424250" w:rsidRPr="004434CA" w:rsidRDefault="00773B88" w:rsidP="004434CA">
    <w:pPr>
      <w:pStyle w:val="Footer"/>
    </w:pPr>
    <w:proofErr w:type="gramStart"/>
    <w:r w:rsidRPr="004434CA">
      <w:rPr>
        <w:b/>
        <w:bCs/>
      </w:rPr>
      <w:t>t</w:t>
    </w:r>
    <w:proofErr w:type="gramEnd"/>
    <w:r w:rsidRPr="004434CA">
      <w:rPr>
        <w:b/>
        <w:bCs/>
      </w:rPr>
      <w:t>:</w:t>
    </w:r>
    <w:r w:rsidRPr="004434CA">
      <w:t xml:space="preserve"> (01) 890 </w:t>
    </w:r>
    <w:r w:rsidR="00053710">
      <w:t>5080</w:t>
    </w:r>
    <w:r w:rsidR="00424250" w:rsidRPr="004434CA">
      <w:t> </w:t>
    </w:r>
    <w:r w:rsidR="00424250" w:rsidRPr="004434CA">
      <w:rPr>
        <w:b/>
        <w:bCs/>
      </w:rPr>
      <w:t>e:</w:t>
    </w:r>
    <w:r w:rsidR="00424250" w:rsidRPr="004434CA">
      <w:t xml:space="preserve"> </w:t>
    </w:r>
    <w:r w:rsidR="00053710">
      <w:t>community</w:t>
    </w:r>
    <w:r w:rsidR="00424250" w:rsidRPr="004434CA">
      <w:t>@fingal.ie</w:t>
    </w:r>
    <w:r w:rsidR="00424250" w:rsidRPr="004434CA">
      <w:rPr>
        <w:bCs/>
      </w:rPr>
      <w:t> </w:t>
    </w:r>
    <w:r w:rsidR="00053710">
      <w:rPr>
        <w:bCs/>
      </w:rPr>
      <w:t xml:space="preserve">www. </w:t>
    </w:r>
    <w:r w:rsidR="00424250" w:rsidRPr="004434CA">
      <w:rPr>
        <w:b/>
        <w:bCs/>
      </w:rPr>
      <w:t>fingal.ie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0FA" w:rsidRDefault="00D800FA" w:rsidP="00CD4EC6">
      <w:pPr>
        <w:spacing w:line="240" w:lineRule="auto"/>
      </w:pPr>
      <w:r>
        <w:separator/>
      </w:r>
    </w:p>
  </w:footnote>
  <w:footnote w:type="continuationSeparator" w:id="0">
    <w:p w:rsidR="00D800FA" w:rsidRDefault="00D800FA" w:rsidP="00CD4E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0" w:rsidRDefault="000537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0" w:rsidRDefault="000537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2532C7" w:rsidRDefault="00053710" w:rsidP="002532C7">
    <w:pPr>
      <w:pStyle w:val="Header"/>
    </w:pPr>
    <w:r>
      <w:rPr>
        <w:noProof/>
        <w:lang w:val="en-IE" w:eastAsia="en-IE"/>
      </w:rPr>
      <w:drawing>
        <wp:anchor distT="0" distB="180340" distL="114300" distR="114300" simplePos="0" relativeHeight="251658240" behindDoc="1" locked="1" layoutInCell="1" allowOverlap="1">
          <wp:simplePos x="0" y="0"/>
          <wp:positionH relativeFrom="page">
            <wp:posOffset>0</wp:posOffset>
          </wp:positionH>
          <wp:positionV relativeFrom="page">
            <wp:posOffset>0</wp:posOffset>
          </wp:positionV>
          <wp:extent cx="7558405" cy="1617980"/>
          <wp:effectExtent l="0" t="0" r="4445" b="1270"/>
          <wp:wrapTopAndBottom/>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61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0FA"/>
    <w:rsid w:val="00053710"/>
    <w:rsid w:val="00081C17"/>
    <w:rsid w:val="000E576A"/>
    <w:rsid w:val="000F68E0"/>
    <w:rsid w:val="001A7164"/>
    <w:rsid w:val="00201566"/>
    <w:rsid w:val="00237FF7"/>
    <w:rsid w:val="002532C7"/>
    <w:rsid w:val="00271E9F"/>
    <w:rsid w:val="002A67F1"/>
    <w:rsid w:val="0038656B"/>
    <w:rsid w:val="00397B70"/>
    <w:rsid w:val="003A5CC7"/>
    <w:rsid w:val="00424250"/>
    <w:rsid w:val="004434CA"/>
    <w:rsid w:val="004448A8"/>
    <w:rsid w:val="00456345"/>
    <w:rsid w:val="00554FF1"/>
    <w:rsid w:val="00643E92"/>
    <w:rsid w:val="006650AC"/>
    <w:rsid w:val="006F70E2"/>
    <w:rsid w:val="00733622"/>
    <w:rsid w:val="00773B88"/>
    <w:rsid w:val="007F1F92"/>
    <w:rsid w:val="008C3835"/>
    <w:rsid w:val="008D541E"/>
    <w:rsid w:val="009333EA"/>
    <w:rsid w:val="009354B9"/>
    <w:rsid w:val="009936A0"/>
    <w:rsid w:val="00AB6FDC"/>
    <w:rsid w:val="00B640F2"/>
    <w:rsid w:val="00B8185D"/>
    <w:rsid w:val="00BC3BF9"/>
    <w:rsid w:val="00C3271A"/>
    <w:rsid w:val="00C87E9B"/>
    <w:rsid w:val="00CD4EC6"/>
    <w:rsid w:val="00D243BB"/>
    <w:rsid w:val="00D800FA"/>
    <w:rsid w:val="00DE20FA"/>
    <w:rsid w:val="00F14E02"/>
    <w:rsid w:val="00F617DC"/>
    <w:rsid w:val="00F66633"/>
    <w:rsid w:val="00F877E0"/>
    <w:rsid w:val="00FD6E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D4EC6"/>
    <w:pPr>
      <w:spacing w:line="280" w:lineRule="exact"/>
    </w:pPr>
    <w:rPr>
      <w:rFonts w:ascii="Arial" w:hAnsi="Arial"/>
      <w:sz w:val="1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434CA"/>
    <w:pPr>
      <w:widowControl w:val="0"/>
      <w:suppressAutoHyphens/>
      <w:autoSpaceDE w:val="0"/>
      <w:autoSpaceDN w:val="0"/>
      <w:adjustRightInd w:val="0"/>
      <w:spacing w:line="288" w:lineRule="auto"/>
      <w:textAlignment w:val="center"/>
    </w:pPr>
    <w:rPr>
      <w:rFonts w:ascii="ArialMT" w:hAnsi="ArialMT" w:cs="ArialMT"/>
      <w:color w:val="000000"/>
      <w:szCs w:val="18"/>
    </w:rPr>
  </w:style>
  <w:style w:type="paragraph" w:styleId="Header">
    <w:name w:val="header"/>
    <w:basedOn w:val="Normal"/>
    <w:link w:val="HeaderChar"/>
    <w:uiPriority w:val="99"/>
    <w:unhideWhenUsed/>
    <w:rsid w:val="00CD4EC6"/>
    <w:pPr>
      <w:tabs>
        <w:tab w:val="center" w:pos="4320"/>
        <w:tab w:val="right" w:pos="8640"/>
      </w:tabs>
      <w:spacing w:line="240" w:lineRule="auto"/>
    </w:pPr>
  </w:style>
  <w:style w:type="character" w:customStyle="1" w:styleId="HeaderChar">
    <w:name w:val="Header Char"/>
    <w:link w:val="Header"/>
    <w:uiPriority w:val="99"/>
    <w:rsid w:val="00CD4EC6"/>
    <w:rPr>
      <w:rFonts w:ascii="Arial" w:hAnsi="Arial"/>
      <w:sz w:val="18"/>
    </w:rPr>
  </w:style>
  <w:style w:type="paragraph" w:styleId="Footer">
    <w:name w:val="footer"/>
    <w:basedOn w:val="BasicParagraph"/>
    <w:link w:val="FooterChar"/>
    <w:uiPriority w:val="99"/>
    <w:unhideWhenUsed/>
    <w:rsid w:val="006F70E2"/>
    <w:rPr>
      <w:rFonts w:ascii="Arial" w:hAnsi="Arial" w:cs="Arial"/>
      <w:color w:val="4C4C4C"/>
      <w:sz w:val="16"/>
      <w:szCs w:val="16"/>
    </w:rPr>
  </w:style>
  <w:style w:type="character" w:customStyle="1" w:styleId="FooterChar">
    <w:name w:val="Footer Char"/>
    <w:link w:val="Footer"/>
    <w:uiPriority w:val="99"/>
    <w:rsid w:val="006F70E2"/>
    <w:rPr>
      <w:rFonts w:ascii="Arial" w:hAnsi="Arial" w:cs="Arial"/>
      <w:color w:val="4C4C4C"/>
      <w:sz w:val="16"/>
      <w:szCs w:val="16"/>
    </w:rPr>
  </w:style>
  <w:style w:type="paragraph" w:styleId="BalloonText">
    <w:name w:val="Balloon Text"/>
    <w:basedOn w:val="Normal"/>
    <w:link w:val="BalloonTextChar"/>
    <w:uiPriority w:val="99"/>
    <w:semiHidden/>
    <w:unhideWhenUsed/>
    <w:rsid w:val="00CD4EC6"/>
    <w:pPr>
      <w:spacing w:line="240" w:lineRule="auto"/>
    </w:pPr>
    <w:rPr>
      <w:rFonts w:ascii="Lucida Grande" w:hAnsi="Lucida Grande" w:cs="Lucida Grande"/>
      <w:szCs w:val="18"/>
    </w:rPr>
  </w:style>
  <w:style w:type="character" w:customStyle="1" w:styleId="BalloonTextChar">
    <w:name w:val="Balloon Text Char"/>
    <w:link w:val="BalloonText"/>
    <w:uiPriority w:val="99"/>
    <w:semiHidden/>
    <w:rsid w:val="00CD4EC6"/>
    <w:rPr>
      <w:rFonts w:ascii="Lucida Grande" w:hAnsi="Lucida Grande" w:cs="Lucida Grande"/>
      <w:sz w:val="18"/>
      <w:szCs w:val="18"/>
    </w:rPr>
  </w:style>
  <w:style w:type="character" w:styleId="PageNumber">
    <w:name w:val="page number"/>
    <w:uiPriority w:val="99"/>
    <w:semiHidden/>
    <w:unhideWhenUsed/>
    <w:rsid w:val="000F68E0"/>
  </w:style>
  <w:style w:type="character" w:styleId="Strong">
    <w:name w:val="Strong"/>
    <w:uiPriority w:val="22"/>
    <w:qFormat/>
    <w:rsid w:val="00053710"/>
    <w:rPr>
      <w:b/>
      <w:bCs/>
    </w:rPr>
  </w:style>
  <w:style w:type="character" w:customStyle="1" w:styleId="apple-converted-space">
    <w:name w:val="apple-converted-space"/>
    <w:rsid w:val="000537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D4EC6"/>
    <w:pPr>
      <w:spacing w:line="280" w:lineRule="exact"/>
    </w:pPr>
    <w:rPr>
      <w:rFonts w:ascii="Arial" w:hAnsi="Arial"/>
      <w:sz w:val="1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434CA"/>
    <w:pPr>
      <w:widowControl w:val="0"/>
      <w:suppressAutoHyphens/>
      <w:autoSpaceDE w:val="0"/>
      <w:autoSpaceDN w:val="0"/>
      <w:adjustRightInd w:val="0"/>
      <w:spacing w:line="288" w:lineRule="auto"/>
      <w:textAlignment w:val="center"/>
    </w:pPr>
    <w:rPr>
      <w:rFonts w:ascii="ArialMT" w:hAnsi="ArialMT" w:cs="ArialMT"/>
      <w:color w:val="000000"/>
      <w:szCs w:val="18"/>
    </w:rPr>
  </w:style>
  <w:style w:type="paragraph" w:styleId="Header">
    <w:name w:val="header"/>
    <w:basedOn w:val="Normal"/>
    <w:link w:val="HeaderChar"/>
    <w:uiPriority w:val="99"/>
    <w:unhideWhenUsed/>
    <w:rsid w:val="00CD4EC6"/>
    <w:pPr>
      <w:tabs>
        <w:tab w:val="center" w:pos="4320"/>
        <w:tab w:val="right" w:pos="8640"/>
      </w:tabs>
      <w:spacing w:line="240" w:lineRule="auto"/>
    </w:pPr>
  </w:style>
  <w:style w:type="character" w:customStyle="1" w:styleId="HeaderChar">
    <w:name w:val="Header Char"/>
    <w:link w:val="Header"/>
    <w:uiPriority w:val="99"/>
    <w:rsid w:val="00CD4EC6"/>
    <w:rPr>
      <w:rFonts w:ascii="Arial" w:hAnsi="Arial"/>
      <w:sz w:val="18"/>
    </w:rPr>
  </w:style>
  <w:style w:type="paragraph" w:styleId="Footer">
    <w:name w:val="footer"/>
    <w:basedOn w:val="BasicParagraph"/>
    <w:link w:val="FooterChar"/>
    <w:uiPriority w:val="99"/>
    <w:unhideWhenUsed/>
    <w:rsid w:val="006F70E2"/>
    <w:rPr>
      <w:rFonts w:ascii="Arial" w:hAnsi="Arial" w:cs="Arial"/>
      <w:color w:val="4C4C4C"/>
      <w:sz w:val="16"/>
      <w:szCs w:val="16"/>
    </w:rPr>
  </w:style>
  <w:style w:type="character" w:customStyle="1" w:styleId="FooterChar">
    <w:name w:val="Footer Char"/>
    <w:link w:val="Footer"/>
    <w:uiPriority w:val="99"/>
    <w:rsid w:val="006F70E2"/>
    <w:rPr>
      <w:rFonts w:ascii="Arial" w:hAnsi="Arial" w:cs="Arial"/>
      <w:color w:val="4C4C4C"/>
      <w:sz w:val="16"/>
      <w:szCs w:val="16"/>
    </w:rPr>
  </w:style>
  <w:style w:type="paragraph" w:styleId="BalloonText">
    <w:name w:val="Balloon Text"/>
    <w:basedOn w:val="Normal"/>
    <w:link w:val="BalloonTextChar"/>
    <w:uiPriority w:val="99"/>
    <w:semiHidden/>
    <w:unhideWhenUsed/>
    <w:rsid w:val="00CD4EC6"/>
    <w:pPr>
      <w:spacing w:line="240" w:lineRule="auto"/>
    </w:pPr>
    <w:rPr>
      <w:rFonts w:ascii="Lucida Grande" w:hAnsi="Lucida Grande" w:cs="Lucida Grande"/>
      <w:szCs w:val="18"/>
    </w:rPr>
  </w:style>
  <w:style w:type="character" w:customStyle="1" w:styleId="BalloonTextChar">
    <w:name w:val="Balloon Text Char"/>
    <w:link w:val="BalloonText"/>
    <w:uiPriority w:val="99"/>
    <w:semiHidden/>
    <w:rsid w:val="00CD4EC6"/>
    <w:rPr>
      <w:rFonts w:ascii="Lucida Grande" w:hAnsi="Lucida Grande" w:cs="Lucida Grande"/>
      <w:sz w:val="18"/>
      <w:szCs w:val="18"/>
    </w:rPr>
  </w:style>
  <w:style w:type="character" w:styleId="PageNumber">
    <w:name w:val="page number"/>
    <w:uiPriority w:val="99"/>
    <w:semiHidden/>
    <w:unhideWhenUsed/>
    <w:rsid w:val="000F68E0"/>
  </w:style>
  <w:style w:type="character" w:styleId="Strong">
    <w:name w:val="Strong"/>
    <w:uiPriority w:val="22"/>
    <w:qFormat/>
    <w:rsid w:val="00053710"/>
    <w:rPr>
      <w:b/>
      <w:bCs/>
    </w:rPr>
  </w:style>
  <w:style w:type="character" w:customStyle="1" w:styleId="apple-converted-space">
    <w:name w:val="apple-converted-space"/>
    <w:rsid w:val="00053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Queenan\AppData\Local\Microsoft\Windows\Temporary%20Internet%20Files\Content.Outlook\5OY7GWWQ\FCC%20Headed%20paper%20Blanch%20off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473D8-BB89-46C1-81D7-D61ADC0A7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FCC Headed paper Blanch office</Template>
  <TotalTime>2</TotalTime>
  <Pages>2</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Fingal County Council</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Queenan</dc:creator>
  <cp:lastModifiedBy>Pat Queenan</cp:lastModifiedBy>
  <cp:revision>1</cp:revision>
  <cp:lastPrinted>2013-07-04T16:20:00Z</cp:lastPrinted>
  <dcterms:created xsi:type="dcterms:W3CDTF">2014-10-08T10:37:00Z</dcterms:created>
  <dcterms:modified xsi:type="dcterms:W3CDTF">2014-10-08T10:39:00Z</dcterms:modified>
</cp:coreProperties>
</file>